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8B" w:rsidRPr="00116C6E" w:rsidRDefault="007A208B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7A208B" w:rsidRPr="00116C6E" w:rsidRDefault="007A208B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Беловодской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>муниципального образования «Беловодское сельское поселение, Млинского района, Брянской области»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7A208B" w:rsidRDefault="007A208B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20"/>
          <w:attr w:name="Month" w:val="08"/>
          <w:attr w:name="ls" w:val="trans"/>
        </w:smartTagPr>
        <w:r>
          <w:rPr>
            <w:sz w:val="28"/>
            <w:szCs w:val="28"/>
          </w:rPr>
          <w:t>20</w:t>
        </w:r>
        <w:r w:rsidRPr="0038031E">
          <w:rPr>
            <w:sz w:val="28"/>
            <w:szCs w:val="28"/>
          </w:rPr>
          <w:t>.0</w:t>
        </w:r>
        <w:r>
          <w:rPr>
            <w:sz w:val="28"/>
            <w:szCs w:val="28"/>
          </w:rPr>
          <w:t>8</w:t>
        </w:r>
        <w:r w:rsidRPr="0038031E">
          <w:rPr>
            <w:sz w:val="28"/>
            <w:szCs w:val="28"/>
          </w:rPr>
          <w:t>.201</w:t>
        </w:r>
        <w:r>
          <w:rPr>
            <w:sz w:val="28"/>
            <w:szCs w:val="28"/>
          </w:rPr>
          <w:t>8</w:t>
        </w:r>
      </w:smartTag>
      <w:r>
        <w:rPr>
          <w:sz w:val="28"/>
          <w:szCs w:val="28"/>
        </w:rPr>
        <w:t xml:space="preserve"> г.№ 127</w:t>
      </w:r>
      <w:r w:rsidRPr="002E67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г.</w:t>
      </w:r>
      <w:r w:rsidRPr="00116C6E">
        <w:rPr>
          <w:sz w:val="28"/>
          <w:szCs w:val="28"/>
        </w:rPr>
        <w:t>Мглин</w:t>
      </w:r>
    </w:p>
    <w:p w:rsidR="007A208B" w:rsidRPr="00410E67" w:rsidRDefault="007A208B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7A208B" w:rsidRPr="00410E67" w:rsidRDefault="007A208B" w:rsidP="00E30E11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Беловодского</w:t>
      </w:r>
      <w:r w:rsidRPr="00410E67">
        <w:t xml:space="preserve"> сельского поселеня  за 1 полугодие 2017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>
        <w:t xml:space="preserve"> №4-444,пунктом </w:t>
      </w:r>
      <w:smartTag w:uri="urn:schemas-microsoft-com:office:smarttags" w:element="date">
        <w:smartTagPr>
          <w:attr w:name="Year" w:val="32"/>
          <w:attr w:name="Day" w:val="1"/>
          <w:attr w:name="Month" w:val="2"/>
          <w:attr w:name="ls" w:val="trans"/>
        </w:smartTagPr>
        <w:r>
          <w:t>1.2.32</w:t>
        </w:r>
        <w:r w:rsidRPr="00410E67">
          <w:t>.</w:t>
        </w:r>
      </w:smartTag>
      <w:r w:rsidRPr="00410E67">
        <w:t xml:space="preserve"> плана работы К</w:t>
      </w:r>
      <w:r>
        <w:t>онтрольно-счетной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7</w:t>
        </w:r>
      </w:smartTag>
      <w:r w:rsidRPr="00410E67">
        <w:t xml:space="preserve"> года №</w:t>
      </w:r>
      <w:r>
        <w:t>88.</w:t>
      </w:r>
    </w:p>
    <w:p w:rsidR="007A208B" w:rsidRPr="00410E67" w:rsidRDefault="007A208B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7A208B" w:rsidRDefault="007A208B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Беловодского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№4-118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образования» Беловодское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Мглинского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329,4,0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7A208B" w:rsidRPr="00410E67" w:rsidRDefault="007A208B" w:rsidP="00E30E1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7A208B" w:rsidRDefault="007A208B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Беловодского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7A208B" w:rsidRPr="00410E67" w:rsidRDefault="007A208B" w:rsidP="00E30E1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7A208B" w:rsidRDefault="007A208B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Бюджет </w:t>
      </w:r>
      <w:r>
        <w:t>Беловодского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482,2 тыс.</w:t>
      </w:r>
      <w:r w:rsidRPr="00410E67">
        <w:t xml:space="preserve"> рублей, или на </w:t>
      </w:r>
      <w:r>
        <w:t>51,3</w:t>
      </w:r>
      <w:r w:rsidRPr="00410E67">
        <w:t xml:space="preserve"> % к утвержденным назначениям с учетом изменений, что на </w:t>
      </w:r>
      <w:r>
        <w:t>118,4 тыс.</w:t>
      </w:r>
      <w:r w:rsidRPr="00410E67">
        <w:t xml:space="preserve"> рублей </w:t>
      </w:r>
      <w:r>
        <w:t>меньше чем в прошлом году</w:t>
      </w:r>
      <w:r w:rsidRPr="00410E67">
        <w:t xml:space="preserve">(1 </w:t>
      </w:r>
      <w:r>
        <w:t>полугодие</w:t>
      </w:r>
      <w:r w:rsidRPr="00410E67">
        <w:t xml:space="preserve"> 201</w:t>
      </w:r>
      <w:r>
        <w:t>7</w:t>
      </w:r>
      <w:r w:rsidRPr="00410E67">
        <w:t xml:space="preserve"> года </w:t>
      </w:r>
      <w:r>
        <w:t>600,6 тыс.</w:t>
      </w:r>
      <w:r w:rsidRPr="00410E67">
        <w:t xml:space="preserve"> рублей). 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6" w:lineRule="exact"/>
        <w:ind w:left="159" w:right="62" w:firstLine="720"/>
        <w:jc w:val="left"/>
      </w:pPr>
      <w:r w:rsidRPr="00410E67">
        <w:t xml:space="preserve">Анализ исполнения доходной части бюджета </w:t>
      </w:r>
      <w:r>
        <w:t>Беловодского</w:t>
      </w:r>
      <w:r w:rsidRPr="00410E67">
        <w:t xml:space="preserve"> сельского поселения за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7A208B" w:rsidRPr="00410E67" w:rsidRDefault="007A208B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     - 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Беловодского</w:t>
      </w:r>
      <w:r w:rsidRPr="00410E67">
        <w:rPr>
          <w:b/>
          <w:bCs/>
        </w:rPr>
        <w:t xml:space="preserve"> сельского поселения.</w:t>
      </w:r>
    </w:p>
    <w:p w:rsidR="007A208B" w:rsidRPr="00410E67" w:rsidRDefault="007A208B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В 1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>Беловодское</w:t>
      </w:r>
      <w:r w:rsidRPr="00410E67">
        <w:t xml:space="preserve"> сельское поселение составило </w:t>
      </w:r>
      <w:r>
        <w:t>106,0 тыс.</w:t>
      </w:r>
      <w:r w:rsidRPr="00410E67">
        <w:t xml:space="preserve"> рублей, или </w:t>
      </w:r>
      <w:r>
        <w:t>54,8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</w:t>
      </w:r>
      <w:r w:rsidRPr="00410E67">
        <w:t xml:space="preserve">Основными налогами, которые сформировали доходную часть бюджета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smartTag w:uri="urn:schemas-microsoft-com:office:smarttags" w:element="time">
          <w:smartTagPr>
            <w:attr w:name="Minute" w:val="0"/>
            <w:attr w:name="Hour" w:val="13"/>
          </w:smartTagPr>
          <w:r w:rsidRPr="00410E67">
            <w:t>в 1</w:t>
          </w:r>
        </w:smartTag>
      </w:smartTag>
      <w:r w:rsidRPr="00410E67">
        <w:t xml:space="preserve"> </w:t>
      </w:r>
      <w:r>
        <w:t>полугодие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4050B">
        <w:rPr>
          <w:i/>
        </w:rPr>
        <w:t>прибыль</w:t>
      </w:r>
      <w:r w:rsidRPr="00410E67">
        <w:t>,</w:t>
      </w:r>
      <w:r w:rsidRPr="00410E67">
        <w:rPr>
          <w:i/>
        </w:rPr>
        <w:t xml:space="preserve"> налоги на имущество</w:t>
      </w:r>
      <w:r>
        <w:rPr>
          <w:i/>
        </w:rPr>
        <w:t xml:space="preserve">. </w:t>
      </w:r>
      <w:r w:rsidRPr="00410E67">
        <w:t xml:space="preserve">На их долю приходится </w:t>
      </w:r>
      <w:r>
        <w:t>98,86</w:t>
      </w:r>
      <w:r w:rsidRPr="00721BCE">
        <w:t> %</w:t>
      </w:r>
      <w:r w:rsidRPr="00410E67">
        <w:t xml:space="preserve"> поступивших налоговых доходов.</w:t>
      </w:r>
    </w:p>
    <w:p w:rsidR="007A208B" w:rsidRPr="00410E67" w:rsidRDefault="007A208B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Беловодское </w:t>
      </w:r>
      <w:r w:rsidRPr="00410E67">
        <w:t xml:space="preserve">сельское поселение  в сумме </w:t>
      </w:r>
      <w:r>
        <w:t>1,7 тыс.</w:t>
      </w:r>
      <w:r w:rsidRPr="00410E67">
        <w:t xml:space="preserve"> рублей, годовые плано</w:t>
      </w:r>
      <w:r>
        <w:t>вые назначения исполнены на 62</w:t>
      </w:r>
      <w:r w:rsidRPr="00410E67">
        <w:t> %.</w:t>
      </w:r>
    </w:p>
    <w:p w:rsidR="007A208B" w:rsidRDefault="007A208B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>
        <w:t>97,26</w:t>
      </w:r>
      <w:r w:rsidRPr="00410E67">
        <w:t xml:space="preserve"> % налоговых доходов. Объем поступлений составил </w:t>
      </w:r>
      <w:r>
        <w:t>103,1 тыс.</w:t>
      </w:r>
      <w:r w:rsidRPr="00410E67">
        <w:t xml:space="preserve"> рублей или </w:t>
      </w:r>
      <w:r>
        <w:t>55,5 %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налог-</w:t>
      </w:r>
      <w:r>
        <w:rPr>
          <w:i/>
        </w:rPr>
        <w:t xml:space="preserve"> </w:t>
      </w:r>
      <w:r>
        <w:t>98,35</w:t>
      </w:r>
      <w:r w:rsidRPr="00410E67">
        <w:t xml:space="preserve"> %, его поступления в бюджет </w:t>
      </w:r>
      <w:r>
        <w:t>Беловодского сельского</w:t>
      </w:r>
      <w:r w:rsidRPr="00410E67">
        <w:t xml:space="preserve"> поселения  составили </w:t>
      </w:r>
      <w:r>
        <w:t>101,4 тыс.</w:t>
      </w:r>
      <w:r w:rsidRPr="00410E67">
        <w:t xml:space="preserve"> рублей, годовые назначения исполнены на</w:t>
      </w:r>
      <w:r>
        <w:t xml:space="preserve"> 63,7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</w:t>
      </w:r>
      <w:r>
        <w:t>а поступление увеличилось на 53,4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1,7 тыс.</w:t>
      </w:r>
      <w:r w:rsidRPr="00410E67">
        <w:t xml:space="preserve"> рублей, или </w:t>
      </w:r>
      <w:r>
        <w:t>6,2</w:t>
      </w:r>
      <w:r w:rsidRPr="00410E67">
        <w:t xml:space="preserve"> % годовых плановых назначений. В структуре </w:t>
      </w:r>
      <w:r>
        <w:t xml:space="preserve">налоговых доходов 1,6 %. </w:t>
      </w:r>
      <w:r w:rsidRPr="00410E67">
        <w:t xml:space="preserve">Госпошлины поступило </w:t>
      </w:r>
      <w:r>
        <w:t>0,1 тыс.</w:t>
      </w:r>
      <w:r w:rsidRPr="00410E67">
        <w:t xml:space="preserve"> рублей, при годовом плане </w:t>
      </w:r>
      <w:r>
        <w:t>14,3</w:t>
      </w:r>
      <w:r w:rsidRPr="00410E67">
        <w:t xml:space="preserve"> рублей. </w:t>
      </w:r>
    </w:p>
    <w:p w:rsidR="007A208B" w:rsidRPr="00410E67" w:rsidRDefault="007A208B" w:rsidP="00E30E1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</w:p>
    <w:p w:rsidR="007A208B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3.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A208B" w:rsidRPr="00410E67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A208B" w:rsidRPr="00410E67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376,2 тыс. рублей, или 50,3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сравнению с аналогичным периодом 201</w:t>
      </w:r>
      <w:r>
        <w:rPr>
          <w:rFonts w:ascii="Times New Roman" w:hAnsi="Times New Roman" w:cs="Times New Roman"/>
          <w:sz w:val="27"/>
          <w:szCs w:val="27"/>
        </w:rPr>
        <w:t>7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</w:t>
      </w:r>
      <w:r>
        <w:rPr>
          <w:rFonts w:ascii="Times New Roman" w:hAnsi="Times New Roman" w:cs="Times New Roman"/>
          <w:sz w:val="27"/>
          <w:szCs w:val="27"/>
        </w:rPr>
        <w:t xml:space="preserve"> уменьшились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167,3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7A208B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>
        <w:rPr>
          <w:rFonts w:ascii="Times New Roman" w:hAnsi="Times New Roman" w:cs="Times New Roman"/>
          <w:sz w:val="27"/>
          <w:szCs w:val="27"/>
        </w:rPr>
        <w:t>72,3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>
        <w:rPr>
          <w:rFonts w:ascii="Times New Roman" w:hAnsi="Times New Roman" w:cs="Times New Roman"/>
          <w:b/>
          <w:i/>
          <w:sz w:val="27"/>
          <w:szCs w:val="27"/>
        </w:rPr>
        <w:t>межбюджетные трансферты</w:t>
      </w:r>
      <w:r w:rsidRPr="00410E67">
        <w:rPr>
          <w:rFonts w:ascii="Times New Roman" w:hAnsi="Times New Roman" w:cs="Times New Roman"/>
          <w:sz w:val="27"/>
          <w:szCs w:val="27"/>
        </w:rPr>
        <w:t xml:space="preserve">. Объем полученных </w:t>
      </w:r>
      <w:r>
        <w:rPr>
          <w:rFonts w:ascii="Times New Roman" w:hAnsi="Times New Roman" w:cs="Times New Roman"/>
          <w:sz w:val="27"/>
          <w:szCs w:val="27"/>
        </w:rPr>
        <w:t>межбюджетных трансфертов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за 1 </w:t>
      </w:r>
      <w:r>
        <w:rPr>
          <w:rFonts w:ascii="Times New Roman" w:hAnsi="Times New Roman" w:cs="Times New Roman"/>
          <w:sz w:val="27"/>
          <w:szCs w:val="27"/>
        </w:rPr>
        <w:t>полугодие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>
        <w:rPr>
          <w:rFonts w:ascii="Times New Roman" w:hAnsi="Times New Roman" w:cs="Times New Roman"/>
          <w:sz w:val="27"/>
          <w:szCs w:val="27"/>
        </w:rPr>
        <w:t>272,1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A208B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Объем полученных </w:t>
      </w:r>
      <w:r w:rsidRPr="007B6DE7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за 1 полугодие 2018 года составляет 32,0 тыс. рублей, или 50 % плановых назначений. Темп роста составил 108,0 %.В структуре безвозмездных поступлений субвенции занимают 8,5%.</w:t>
      </w:r>
    </w:p>
    <w:p w:rsidR="007A208B" w:rsidRPr="00410E67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1098D">
        <w:rPr>
          <w:rFonts w:ascii="Times New Roman" w:hAnsi="Times New Roman" w:cs="Times New Roman"/>
          <w:b/>
          <w:sz w:val="27"/>
          <w:szCs w:val="27"/>
        </w:rPr>
        <w:t>Дотаций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1098D">
        <w:rPr>
          <w:rFonts w:ascii="Times New Roman" w:hAnsi="Times New Roman" w:cs="Times New Roman"/>
          <w:sz w:val="27"/>
          <w:szCs w:val="27"/>
        </w:rPr>
        <w:t xml:space="preserve"> поступило</w:t>
      </w:r>
      <w:r>
        <w:rPr>
          <w:rFonts w:ascii="Times New Roman" w:hAnsi="Times New Roman" w:cs="Times New Roman"/>
          <w:sz w:val="27"/>
          <w:szCs w:val="27"/>
        </w:rPr>
        <w:t xml:space="preserve"> 72,1 тыс. рублей, при годовом плане 72,1 тыс. рублей. В структуре безвозмездных поступлений дотации занимают 19,2 %.</w:t>
      </w:r>
    </w:p>
    <w:p w:rsidR="007A208B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7A208B" w:rsidRDefault="007A208B" w:rsidP="00E30E1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Беловодского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полугодие 2018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7A208B" w:rsidRPr="00410E67" w:rsidRDefault="007A208B" w:rsidP="00E30E1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436,8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45,6</w:t>
      </w:r>
      <w:r w:rsidRPr="00410E67">
        <w:rPr>
          <w:rStyle w:val="10"/>
        </w:rPr>
        <w:t xml:space="preserve"> % от утвержденных годовых назначений.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right="20" w:firstLine="700"/>
        <w:sectPr w:rsidR="007A208B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Беловодского поселения</w:t>
      </w:r>
      <w:r w:rsidRPr="00410E67">
        <w:rPr>
          <w:rStyle w:val="10"/>
        </w:rPr>
        <w:t xml:space="preserve">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84,4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rStyle w:val="10"/>
          <w:i/>
        </w:rPr>
        <w:t>02</w:t>
      </w:r>
      <w:r w:rsidRPr="00410E67">
        <w:rPr>
          <w:i/>
        </w:rPr>
        <w:t xml:space="preserve"> «</w:t>
      </w:r>
      <w:r>
        <w:rPr>
          <w:i/>
        </w:rPr>
        <w:t>Национальная оборона»-7,3</w:t>
      </w:r>
      <w:r w:rsidRPr="00410E67">
        <w:rPr>
          <w:i/>
        </w:rPr>
        <w:t xml:space="preserve"> %.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368,5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44,8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 10,16 тыс.рублей.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375,96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 по плану, а исполнено </w:t>
      </w:r>
      <w:r>
        <w:rPr>
          <w:rStyle w:val="32"/>
          <w:sz w:val="27"/>
          <w:szCs w:val="27"/>
        </w:rPr>
        <w:t>168,95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44,9</w:t>
      </w:r>
      <w:r w:rsidRPr="00410E67">
        <w:rPr>
          <w:rStyle w:val="10"/>
        </w:rPr>
        <w:t>%);</w:t>
      </w:r>
    </w:p>
    <w:p w:rsidR="007A208B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rPr>
          <w:i/>
        </w:rPr>
        <w:t>199,59</w:t>
      </w:r>
      <w:r>
        <w:t xml:space="preserve"> тыс.</w:t>
      </w:r>
      <w:r w:rsidRPr="00410E67">
        <w:t xml:space="preserve"> рублей, при годовом плане </w:t>
      </w:r>
      <w:r>
        <w:t>439,70 рублей</w:t>
      </w:r>
      <w:r w:rsidRPr="00410E67">
        <w:t xml:space="preserve">, темп роста составил </w:t>
      </w:r>
      <w:r>
        <w:t>91,3</w:t>
      </w:r>
      <w:r w:rsidRPr="00410E67">
        <w:t xml:space="preserve"> %.</w:t>
      </w:r>
    </w:p>
    <w:p w:rsidR="007A208B" w:rsidRPr="0012765A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 w:rsidRPr="0012765A">
        <w:rPr>
          <w:rStyle w:val="10"/>
        </w:rPr>
        <w:t xml:space="preserve">за 1 </w:t>
      </w:r>
      <w:r>
        <w:rPr>
          <w:rStyle w:val="10"/>
        </w:rPr>
        <w:t xml:space="preserve">полугодие </w:t>
      </w:r>
      <w:r w:rsidRPr="0012765A">
        <w:rPr>
          <w:rStyle w:val="10"/>
        </w:rPr>
        <w:t>201</w:t>
      </w:r>
      <w:r>
        <w:rPr>
          <w:rStyle w:val="10"/>
        </w:rPr>
        <w:t>8</w:t>
      </w:r>
      <w:r w:rsidRPr="0012765A">
        <w:rPr>
          <w:rStyle w:val="10"/>
        </w:rPr>
        <w:t xml:space="preserve"> года  отсутствуют</w:t>
      </w:r>
      <w:r>
        <w:rPr>
          <w:rStyle w:val="10"/>
        </w:rPr>
        <w:t>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7A208B" w:rsidRDefault="007A208B" w:rsidP="00E30E1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firstLine="700"/>
      </w:pPr>
    </w:p>
    <w:p w:rsidR="007A208B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>
        <w:rPr>
          <w:rStyle w:val="32"/>
          <w:b/>
          <w:sz w:val="27"/>
          <w:szCs w:val="27"/>
        </w:rPr>
        <w:t>32,0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плане </w:t>
      </w:r>
      <w:r>
        <w:rPr>
          <w:rStyle w:val="10"/>
        </w:rPr>
        <w:t>64,00</w:t>
      </w:r>
      <w:r>
        <w:rPr>
          <w:rStyle w:val="32"/>
          <w:b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50,0 %.П</w:t>
      </w:r>
      <w:r w:rsidRPr="00410E67">
        <w:rPr>
          <w:rStyle w:val="10"/>
        </w:rPr>
        <w:t>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увеличились на </w:t>
      </w:r>
      <w:r>
        <w:rPr>
          <w:rStyle w:val="10"/>
        </w:rPr>
        <w:t>3,42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7A208B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7,3</w:t>
      </w:r>
      <w:r w:rsidRPr="00410E67">
        <w:rPr>
          <w:rStyle w:val="10"/>
        </w:rPr>
        <w:t xml:space="preserve"> %.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7A208B" w:rsidRPr="00606F65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606F65">
        <w:rPr>
          <w:rStyle w:val="10"/>
          <w:b/>
        </w:rPr>
        <w:t>Расходы по разделу 03</w:t>
      </w:r>
      <w:r w:rsidRPr="00606F65">
        <w:rPr>
          <w:rStyle w:val="10"/>
        </w:rPr>
        <w:t xml:space="preserve"> «Национальная безопасность и правоохранительная деятельность» за 1 полугодие 2018 года исполнение отсутствует.</w:t>
      </w:r>
    </w:p>
    <w:p w:rsidR="007A208B" w:rsidRPr="00606F65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A208B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606F65">
        <w:rPr>
          <w:rStyle w:val="10"/>
          <w:b/>
        </w:rPr>
        <w:t>Расходы по разделу 04</w:t>
      </w:r>
      <w:r w:rsidRPr="00606F65">
        <w:rPr>
          <w:rStyle w:val="10"/>
        </w:rPr>
        <w:t xml:space="preserve"> «Национальная экономика» исполнение составило 13,92 тыс.рублей, при годовом уточненном плане 21,30 тыс.рублей, или 65,4 %.</w:t>
      </w:r>
      <w:r>
        <w:rPr>
          <w:rStyle w:val="10"/>
        </w:rPr>
        <w:t xml:space="preserve"> 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</w:p>
    <w:p w:rsidR="007A208B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финансирование отсутствует.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22" w:lineRule="exact"/>
        <w:ind w:left="60" w:right="60" w:firstLine="700"/>
      </w:pPr>
    </w:p>
    <w:p w:rsidR="007A208B" w:rsidRDefault="007A208B" w:rsidP="00E30E1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298" w:lineRule="exact"/>
        <w:ind w:left="60" w:right="60" w:firstLine="700"/>
      </w:pPr>
    </w:p>
    <w:p w:rsidR="007A208B" w:rsidRDefault="007A208B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</w:p>
    <w:p w:rsidR="007A208B" w:rsidRDefault="007A208B" w:rsidP="00E30E1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полугодие 2018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22,37 тыс.</w:t>
      </w:r>
      <w:r w:rsidRPr="00410E67">
        <w:rPr>
          <w:rStyle w:val="10"/>
        </w:rPr>
        <w:t xml:space="preserve"> рублей,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>ом плане 44,8 тыс. рублей 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ind w:left="60" w:right="60" w:firstLine="700"/>
      </w:pP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полугодие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</w:p>
    <w:p w:rsidR="007A208B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Беловодского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7A208B" w:rsidRPr="00410E67" w:rsidRDefault="007A208B" w:rsidP="00E30E1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r>
        <w:t>Беловодского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7</w:t>
        </w:r>
        <w:r w:rsidRPr="00410E67">
          <w:t>.12.201</w:t>
        </w:r>
        <w:r>
          <w:t>7</w:t>
        </w:r>
      </w:smartTag>
      <w:r>
        <w:t xml:space="preserve"> г. №4-118</w:t>
      </w:r>
      <w:r w:rsidRPr="00410E67">
        <w:t xml:space="preserve"> «О бюджете </w:t>
      </w:r>
      <w:r>
        <w:t>муниципального образования» Беловодское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е, Мглинского района, Брянской области»</w:t>
      </w:r>
      <w:r w:rsidRPr="00410E67">
        <w:t xml:space="preserve"> на 201</w:t>
      </w:r>
      <w:r>
        <w:t>8</w:t>
      </w:r>
      <w:r w:rsidRPr="00410E67">
        <w:t xml:space="preserve"> год и на плановый период 201</w:t>
      </w:r>
      <w:r>
        <w:t>9</w:t>
      </w:r>
      <w:r w:rsidRPr="00410E67">
        <w:t xml:space="preserve"> и 20</w:t>
      </w:r>
      <w:r>
        <w:t>20</w:t>
      </w:r>
      <w:r w:rsidRPr="00410E67">
        <w:t xml:space="preserve"> годов» принят бездефицитный бюджет.</w:t>
      </w:r>
    </w:p>
    <w:p w:rsidR="007A208B" w:rsidRDefault="007A208B" w:rsidP="00E30E1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С внесением изменений в бюджетную роспись дефицит бюджета</w:t>
      </w:r>
      <w:r>
        <w:t xml:space="preserve"> Беловодского</w:t>
      </w:r>
      <w:r w:rsidRPr="00410E67">
        <w:t xml:space="preserve"> сельского поселения изменен и утвержден в сумме </w:t>
      </w:r>
      <w:r>
        <w:t>17,1 тыс.</w:t>
      </w:r>
      <w:r w:rsidRPr="00410E67">
        <w:t xml:space="preserve"> руб</w:t>
      </w:r>
      <w:r>
        <w:t>лей</w:t>
      </w:r>
      <w:r w:rsidRPr="00410E67">
        <w:t>.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ind w:left="20" w:firstLine="700"/>
      </w:pPr>
      <w:r>
        <w:t>Бюджет Беловодского сельского поселения исполнен с профицитом в сумме 45,4 тыс.рублей.</w:t>
      </w:r>
    </w:p>
    <w:p w:rsidR="007A208B" w:rsidRPr="00410E67" w:rsidRDefault="007A208B" w:rsidP="00E30E11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>Проведенное эксп</w:t>
      </w:r>
      <w:r>
        <w:rPr>
          <w:rStyle w:val="10"/>
        </w:rPr>
        <w:t xml:space="preserve">ертно-аналитическое мероприятие </w:t>
      </w:r>
      <w:r w:rsidRPr="00410E67">
        <w:rPr>
          <w:rStyle w:val="10"/>
        </w:rPr>
        <w:t xml:space="preserve">о ходе исполнения бюджета за 1 </w:t>
      </w:r>
      <w:r>
        <w:rPr>
          <w:rStyle w:val="10"/>
        </w:rPr>
        <w:t xml:space="preserve">полугодие </w:t>
      </w:r>
      <w:r w:rsidRPr="00410E67">
        <w:rPr>
          <w:rStyle w:val="10"/>
        </w:rPr>
        <w:t>201</w:t>
      </w:r>
      <w:r>
        <w:rPr>
          <w:rStyle w:val="10"/>
        </w:rPr>
        <w:t>8</w:t>
      </w:r>
      <w:r w:rsidRPr="00410E67">
        <w:rPr>
          <w:rStyle w:val="10"/>
        </w:rPr>
        <w:t xml:space="preserve"> года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позволяет сделать вывод, что отчет подготовлен в рамках полномочий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Беловодского</w:t>
      </w:r>
      <w:r w:rsidRPr="00410E67">
        <w:rPr>
          <w:rStyle w:val="10"/>
        </w:rPr>
        <w:t xml:space="preserve"> сель</w:t>
      </w:r>
      <w:r>
        <w:rPr>
          <w:rStyle w:val="10"/>
        </w:rPr>
        <w:t>с</w:t>
      </w:r>
      <w:r w:rsidRPr="00410E67">
        <w:rPr>
          <w:rStyle w:val="10"/>
        </w:rPr>
        <w:t>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7A208B" w:rsidRPr="00410E67" w:rsidRDefault="007A208B" w:rsidP="00E30E11">
      <w:pPr>
        <w:pStyle w:val="110"/>
        <w:keepNext/>
        <w:keepLines/>
        <w:shd w:val="clear" w:color="auto" w:fill="auto"/>
        <w:spacing w:after="0" w:line="270" w:lineRule="exact"/>
        <w:ind w:left="2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7A208B" w:rsidRPr="00410E67" w:rsidRDefault="007A208B" w:rsidP="00E30E11">
      <w:pPr>
        <w:pStyle w:val="2"/>
        <w:shd w:val="clear" w:color="auto" w:fill="auto"/>
        <w:spacing w:before="0" w:after="0" w:line="307" w:lineRule="exact"/>
        <w:ind w:left="20" w:firstLine="700"/>
        <w:sectPr w:rsidR="007A208B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Молодьковской 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С.И.Макаренко</w:t>
      </w:r>
    </w:p>
    <w:p w:rsidR="007A208B" w:rsidRPr="00410E67" w:rsidRDefault="007A208B" w:rsidP="00E30E1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7A208B" w:rsidRPr="00410E67" w:rsidRDefault="007A208B" w:rsidP="00E30E11">
      <w:pPr>
        <w:rPr>
          <w:rFonts w:ascii="Times New Roman" w:hAnsi="Times New Roman" w:cs="Times New Roman"/>
          <w:sz w:val="27"/>
          <w:szCs w:val="27"/>
        </w:rPr>
        <w:sectPr w:rsidR="007A208B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t>Председатель</w:t>
      </w:r>
    </w:p>
    <w:p w:rsidR="007A208B" w:rsidRPr="00410E67" w:rsidRDefault="007A208B" w:rsidP="00E30E1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>
        <w:rPr>
          <w:rStyle w:val="10"/>
        </w:rPr>
        <w:t>Л.В.Чуприк</w:t>
      </w:r>
    </w:p>
    <w:p w:rsidR="007A208B" w:rsidRPr="00410E67" w:rsidRDefault="007A208B" w:rsidP="00E30E11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7A208B" w:rsidRDefault="007A208B" w:rsidP="00E30E11">
      <w:pPr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7A208B" w:rsidRPr="003C4BE4" w:rsidRDefault="007A208B" w:rsidP="00E30E11"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3C4BE4">
          <w:rPr>
            <w:sz w:val="20"/>
            <w:szCs w:val="20"/>
          </w:rPr>
          <w:t>2-11-51</w:t>
        </w:r>
      </w:smartTag>
    </w:p>
    <w:p w:rsidR="007A208B" w:rsidRDefault="007A208B" w:rsidP="003C4BE4">
      <w:pPr>
        <w:rPr>
          <w:sz w:val="28"/>
          <w:szCs w:val="28"/>
        </w:rPr>
      </w:pPr>
    </w:p>
    <w:p w:rsidR="007A208B" w:rsidRDefault="007A208B" w:rsidP="003C4BE4">
      <w:pPr>
        <w:rPr>
          <w:sz w:val="28"/>
          <w:szCs w:val="28"/>
        </w:rPr>
      </w:pPr>
    </w:p>
    <w:p w:rsidR="007A208B" w:rsidRDefault="007A208B" w:rsidP="003C4BE4">
      <w:pPr>
        <w:rPr>
          <w:sz w:val="28"/>
          <w:szCs w:val="28"/>
        </w:rPr>
      </w:pPr>
    </w:p>
    <w:p w:rsidR="007A208B" w:rsidRDefault="007A208B" w:rsidP="003C4BE4">
      <w:pPr>
        <w:rPr>
          <w:sz w:val="28"/>
          <w:szCs w:val="28"/>
        </w:rPr>
      </w:pPr>
    </w:p>
    <w:p w:rsidR="007A208B" w:rsidRDefault="007A208B" w:rsidP="003C4BE4">
      <w:pPr>
        <w:rPr>
          <w:sz w:val="28"/>
          <w:szCs w:val="28"/>
        </w:rPr>
      </w:pPr>
    </w:p>
    <w:p w:rsidR="007A208B" w:rsidRDefault="007A208B" w:rsidP="003C4BE4">
      <w:pPr>
        <w:rPr>
          <w:sz w:val="28"/>
          <w:szCs w:val="28"/>
        </w:rPr>
      </w:pPr>
    </w:p>
    <w:p w:rsidR="007A208B" w:rsidRDefault="007A208B" w:rsidP="003C4BE4">
      <w:pPr>
        <w:rPr>
          <w:sz w:val="28"/>
          <w:szCs w:val="28"/>
        </w:rPr>
      </w:pPr>
    </w:p>
    <w:p w:rsidR="007A208B" w:rsidRDefault="007A208B" w:rsidP="003C4BE4">
      <w:pPr>
        <w:rPr>
          <w:sz w:val="28"/>
          <w:szCs w:val="28"/>
        </w:rPr>
      </w:pPr>
    </w:p>
    <w:p w:rsidR="007A208B" w:rsidRPr="00116C6E" w:rsidRDefault="007A208B" w:rsidP="003C4BE4">
      <w:pPr>
        <w:rPr>
          <w:sz w:val="28"/>
          <w:szCs w:val="28"/>
        </w:rPr>
      </w:pPr>
    </w:p>
    <w:p w:rsidR="007A208B" w:rsidRPr="00116C6E" w:rsidRDefault="007A208B" w:rsidP="003C4BE4">
      <w:pPr>
        <w:rPr>
          <w:sz w:val="28"/>
          <w:szCs w:val="28"/>
        </w:rPr>
      </w:pPr>
    </w:p>
    <w:p w:rsidR="007A208B" w:rsidRPr="00116C6E" w:rsidRDefault="007A208B" w:rsidP="003C4BE4">
      <w:pPr>
        <w:rPr>
          <w:sz w:val="28"/>
          <w:szCs w:val="28"/>
        </w:rPr>
      </w:pPr>
    </w:p>
    <w:p w:rsidR="007A208B" w:rsidRPr="003C4BE4" w:rsidRDefault="007A208B" w:rsidP="003C4BE4"/>
    <w:p w:rsidR="007A208B" w:rsidRPr="003C4BE4" w:rsidRDefault="007A208B" w:rsidP="003C4BE4"/>
    <w:p w:rsidR="007A208B" w:rsidRPr="003C4BE4" w:rsidRDefault="007A208B" w:rsidP="003C4BE4"/>
    <w:p w:rsidR="007A208B" w:rsidRPr="003C4BE4" w:rsidRDefault="007A208B" w:rsidP="003C4BE4"/>
    <w:p w:rsidR="007A208B" w:rsidRDefault="007A208B" w:rsidP="003C4BE4"/>
    <w:p w:rsidR="007A208B" w:rsidRDefault="007A208B" w:rsidP="003C4BE4"/>
    <w:p w:rsidR="007A208B" w:rsidRDefault="007A208B" w:rsidP="003C4BE4"/>
    <w:p w:rsidR="007A208B" w:rsidRDefault="007A208B" w:rsidP="003C4BE4"/>
    <w:p w:rsidR="007A208B" w:rsidRDefault="007A208B" w:rsidP="003C4BE4"/>
    <w:p w:rsidR="007A208B" w:rsidRPr="003C4BE4" w:rsidRDefault="007A208B" w:rsidP="003C4BE4"/>
    <w:sectPr w:rsidR="007A208B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8B" w:rsidRDefault="007A208B" w:rsidP="0050045E">
      <w:r>
        <w:separator/>
      </w:r>
    </w:p>
  </w:endnote>
  <w:endnote w:type="continuationSeparator" w:id="0">
    <w:p w:rsidR="007A208B" w:rsidRDefault="007A208B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08B" w:rsidRDefault="007A208B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F50349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08B" w:rsidRDefault="007A208B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08B" w:rsidRDefault="007A208B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F50349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08B" w:rsidRDefault="007A208B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8B" w:rsidRDefault="007A208B"/>
  </w:footnote>
  <w:footnote w:type="continuationSeparator" w:id="0">
    <w:p w:rsidR="007A208B" w:rsidRDefault="007A208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95231"/>
    <w:rsid w:val="000A2F64"/>
    <w:rsid w:val="000B44FC"/>
    <w:rsid w:val="000B62DF"/>
    <w:rsid w:val="000C375D"/>
    <w:rsid w:val="000D3B34"/>
    <w:rsid w:val="000F4E09"/>
    <w:rsid w:val="000F555A"/>
    <w:rsid w:val="001000E6"/>
    <w:rsid w:val="00102776"/>
    <w:rsid w:val="00105CDB"/>
    <w:rsid w:val="00110D15"/>
    <w:rsid w:val="0011224F"/>
    <w:rsid w:val="001139AE"/>
    <w:rsid w:val="00116C6E"/>
    <w:rsid w:val="00122CC0"/>
    <w:rsid w:val="00126DA1"/>
    <w:rsid w:val="0012765A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ECC"/>
    <w:rsid w:val="001C714F"/>
    <w:rsid w:val="001D0D1E"/>
    <w:rsid w:val="001D7303"/>
    <w:rsid w:val="001E6301"/>
    <w:rsid w:val="001F3628"/>
    <w:rsid w:val="002077D0"/>
    <w:rsid w:val="00210186"/>
    <w:rsid w:val="00212769"/>
    <w:rsid w:val="00215974"/>
    <w:rsid w:val="002228B6"/>
    <w:rsid w:val="00223F96"/>
    <w:rsid w:val="00236237"/>
    <w:rsid w:val="00236FBB"/>
    <w:rsid w:val="0024517A"/>
    <w:rsid w:val="00252077"/>
    <w:rsid w:val="00252946"/>
    <w:rsid w:val="002570B7"/>
    <w:rsid w:val="0026024A"/>
    <w:rsid w:val="00277237"/>
    <w:rsid w:val="00280B4B"/>
    <w:rsid w:val="002818F6"/>
    <w:rsid w:val="00290DFB"/>
    <w:rsid w:val="00297518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6ECD"/>
    <w:rsid w:val="00300C33"/>
    <w:rsid w:val="003028EC"/>
    <w:rsid w:val="0031065B"/>
    <w:rsid w:val="003115DA"/>
    <w:rsid w:val="00317E82"/>
    <w:rsid w:val="003226E4"/>
    <w:rsid w:val="00324207"/>
    <w:rsid w:val="00327516"/>
    <w:rsid w:val="003422EE"/>
    <w:rsid w:val="00353FA1"/>
    <w:rsid w:val="00371A7E"/>
    <w:rsid w:val="0038031E"/>
    <w:rsid w:val="003864E9"/>
    <w:rsid w:val="00392EDF"/>
    <w:rsid w:val="00396153"/>
    <w:rsid w:val="0039675D"/>
    <w:rsid w:val="003967EA"/>
    <w:rsid w:val="003A6E4A"/>
    <w:rsid w:val="003B3CAD"/>
    <w:rsid w:val="003B690E"/>
    <w:rsid w:val="003C2555"/>
    <w:rsid w:val="003C4BE4"/>
    <w:rsid w:val="003C7BB6"/>
    <w:rsid w:val="003D056B"/>
    <w:rsid w:val="003D1FBA"/>
    <w:rsid w:val="003D25BB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50B"/>
    <w:rsid w:val="004408CF"/>
    <w:rsid w:val="00453621"/>
    <w:rsid w:val="00465CBB"/>
    <w:rsid w:val="00472575"/>
    <w:rsid w:val="004808E0"/>
    <w:rsid w:val="004833E9"/>
    <w:rsid w:val="004A6CD5"/>
    <w:rsid w:val="004B0A18"/>
    <w:rsid w:val="004C0408"/>
    <w:rsid w:val="004C3BD2"/>
    <w:rsid w:val="004C7F49"/>
    <w:rsid w:val="004F0334"/>
    <w:rsid w:val="004F24EC"/>
    <w:rsid w:val="004F2D91"/>
    <w:rsid w:val="0050045E"/>
    <w:rsid w:val="00502702"/>
    <w:rsid w:val="0052374B"/>
    <w:rsid w:val="005304D7"/>
    <w:rsid w:val="00540041"/>
    <w:rsid w:val="005468A8"/>
    <w:rsid w:val="00547FED"/>
    <w:rsid w:val="00551D40"/>
    <w:rsid w:val="00561AF2"/>
    <w:rsid w:val="00561C7C"/>
    <w:rsid w:val="005763EE"/>
    <w:rsid w:val="00577353"/>
    <w:rsid w:val="00583C9D"/>
    <w:rsid w:val="00584E6F"/>
    <w:rsid w:val="00595815"/>
    <w:rsid w:val="00595F2A"/>
    <w:rsid w:val="005A6130"/>
    <w:rsid w:val="005B15B4"/>
    <w:rsid w:val="005B2A54"/>
    <w:rsid w:val="005B4B19"/>
    <w:rsid w:val="005B6A5D"/>
    <w:rsid w:val="005E331B"/>
    <w:rsid w:val="005F096C"/>
    <w:rsid w:val="005F241E"/>
    <w:rsid w:val="00605161"/>
    <w:rsid w:val="00606743"/>
    <w:rsid w:val="00606F65"/>
    <w:rsid w:val="00617328"/>
    <w:rsid w:val="006225C3"/>
    <w:rsid w:val="00630EB1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0BF2"/>
    <w:rsid w:val="00694A8A"/>
    <w:rsid w:val="00695CFA"/>
    <w:rsid w:val="006A19F7"/>
    <w:rsid w:val="006B1DA2"/>
    <w:rsid w:val="006B3095"/>
    <w:rsid w:val="006D569C"/>
    <w:rsid w:val="006F26A4"/>
    <w:rsid w:val="006F3522"/>
    <w:rsid w:val="006F7DF9"/>
    <w:rsid w:val="00710DD5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40CFC"/>
    <w:rsid w:val="00747C3F"/>
    <w:rsid w:val="00751943"/>
    <w:rsid w:val="0076597C"/>
    <w:rsid w:val="007839FC"/>
    <w:rsid w:val="007870B0"/>
    <w:rsid w:val="007879A5"/>
    <w:rsid w:val="007A18DB"/>
    <w:rsid w:val="007A208B"/>
    <w:rsid w:val="007A2D37"/>
    <w:rsid w:val="007A315C"/>
    <w:rsid w:val="007B4A8A"/>
    <w:rsid w:val="007B6DE7"/>
    <w:rsid w:val="007C3210"/>
    <w:rsid w:val="007E0FC3"/>
    <w:rsid w:val="007E33FC"/>
    <w:rsid w:val="007F0730"/>
    <w:rsid w:val="007F08B2"/>
    <w:rsid w:val="007F1122"/>
    <w:rsid w:val="007F1B16"/>
    <w:rsid w:val="007F2789"/>
    <w:rsid w:val="007F51E0"/>
    <w:rsid w:val="007F697D"/>
    <w:rsid w:val="0080315F"/>
    <w:rsid w:val="00805617"/>
    <w:rsid w:val="008102EB"/>
    <w:rsid w:val="0081098D"/>
    <w:rsid w:val="0081311A"/>
    <w:rsid w:val="00813321"/>
    <w:rsid w:val="00814303"/>
    <w:rsid w:val="00820BE7"/>
    <w:rsid w:val="00823748"/>
    <w:rsid w:val="0083049A"/>
    <w:rsid w:val="00835438"/>
    <w:rsid w:val="0083788F"/>
    <w:rsid w:val="00840D57"/>
    <w:rsid w:val="00841B50"/>
    <w:rsid w:val="0086538C"/>
    <w:rsid w:val="0086546D"/>
    <w:rsid w:val="00874021"/>
    <w:rsid w:val="0089592F"/>
    <w:rsid w:val="00896FCE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218"/>
    <w:rsid w:val="00914868"/>
    <w:rsid w:val="009169AC"/>
    <w:rsid w:val="00920E02"/>
    <w:rsid w:val="00921EE6"/>
    <w:rsid w:val="00930682"/>
    <w:rsid w:val="009307AB"/>
    <w:rsid w:val="00931763"/>
    <w:rsid w:val="00932378"/>
    <w:rsid w:val="00950D7D"/>
    <w:rsid w:val="009553FF"/>
    <w:rsid w:val="009734AB"/>
    <w:rsid w:val="0097631A"/>
    <w:rsid w:val="00983ED1"/>
    <w:rsid w:val="009876EA"/>
    <w:rsid w:val="009A3B6E"/>
    <w:rsid w:val="009A4886"/>
    <w:rsid w:val="009A7C95"/>
    <w:rsid w:val="009B522A"/>
    <w:rsid w:val="009C360C"/>
    <w:rsid w:val="009C7F7A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3D7A"/>
    <w:rsid w:val="00A23173"/>
    <w:rsid w:val="00A3440A"/>
    <w:rsid w:val="00A522C7"/>
    <w:rsid w:val="00A52F6C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142EF"/>
    <w:rsid w:val="00B22D08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2C0A"/>
    <w:rsid w:val="00B76130"/>
    <w:rsid w:val="00B811C6"/>
    <w:rsid w:val="00B85AD2"/>
    <w:rsid w:val="00B959F2"/>
    <w:rsid w:val="00BA38A4"/>
    <w:rsid w:val="00BB19DF"/>
    <w:rsid w:val="00BB229B"/>
    <w:rsid w:val="00BC21FB"/>
    <w:rsid w:val="00BE0645"/>
    <w:rsid w:val="00BE37CF"/>
    <w:rsid w:val="00BF0BC0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7353B"/>
    <w:rsid w:val="00C82410"/>
    <w:rsid w:val="00C915DB"/>
    <w:rsid w:val="00CB4BCD"/>
    <w:rsid w:val="00CC1BB4"/>
    <w:rsid w:val="00CC7118"/>
    <w:rsid w:val="00CD19AD"/>
    <w:rsid w:val="00CE31CE"/>
    <w:rsid w:val="00CE6ED3"/>
    <w:rsid w:val="00CF430C"/>
    <w:rsid w:val="00D071A9"/>
    <w:rsid w:val="00D1346E"/>
    <w:rsid w:val="00D31C6D"/>
    <w:rsid w:val="00D359A2"/>
    <w:rsid w:val="00D46F3D"/>
    <w:rsid w:val="00D5439C"/>
    <w:rsid w:val="00D63BBD"/>
    <w:rsid w:val="00D67723"/>
    <w:rsid w:val="00D710E3"/>
    <w:rsid w:val="00D71653"/>
    <w:rsid w:val="00D74D50"/>
    <w:rsid w:val="00D75DA1"/>
    <w:rsid w:val="00D77DA3"/>
    <w:rsid w:val="00D800AA"/>
    <w:rsid w:val="00D9098B"/>
    <w:rsid w:val="00D91770"/>
    <w:rsid w:val="00D97BD0"/>
    <w:rsid w:val="00DA2563"/>
    <w:rsid w:val="00DA615D"/>
    <w:rsid w:val="00DA67AF"/>
    <w:rsid w:val="00DC209E"/>
    <w:rsid w:val="00DC2A51"/>
    <w:rsid w:val="00DC31BA"/>
    <w:rsid w:val="00DE4C9D"/>
    <w:rsid w:val="00DF4CE2"/>
    <w:rsid w:val="00E22534"/>
    <w:rsid w:val="00E259A5"/>
    <w:rsid w:val="00E300AC"/>
    <w:rsid w:val="00E30E11"/>
    <w:rsid w:val="00E312AD"/>
    <w:rsid w:val="00E31FCB"/>
    <w:rsid w:val="00E32761"/>
    <w:rsid w:val="00E35543"/>
    <w:rsid w:val="00E41ED4"/>
    <w:rsid w:val="00E42E55"/>
    <w:rsid w:val="00E43CDC"/>
    <w:rsid w:val="00E4402D"/>
    <w:rsid w:val="00E445DE"/>
    <w:rsid w:val="00E44F8B"/>
    <w:rsid w:val="00E462C2"/>
    <w:rsid w:val="00E50D40"/>
    <w:rsid w:val="00E55EAE"/>
    <w:rsid w:val="00E6056D"/>
    <w:rsid w:val="00E62F1C"/>
    <w:rsid w:val="00E67830"/>
    <w:rsid w:val="00E74EFA"/>
    <w:rsid w:val="00E754DF"/>
    <w:rsid w:val="00E83272"/>
    <w:rsid w:val="00E83C52"/>
    <w:rsid w:val="00E84F53"/>
    <w:rsid w:val="00E863EA"/>
    <w:rsid w:val="00E904DA"/>
    <w:rsid w:val="00E92899"/>
    <w:rsid w:val="00EA13A4"/>
    <w:rsid w:val="00EA4F64"/>
    <w:rsid w:val="00EA7A4A"/>
    <w:rsid w:val="00EB03E9"/>
    <w:rsid w:val="00EB10E1"/>
    <w:rsid w:val="00EB1C51"/>
    <w:rsid w:val="00EB785F"/>
    <w:rsid w:val="00ED0AE8"/>
    <w:rsid w:val="00ED4AAE"/>
    <w:rsid w:val="00EE153F"/>
    <w:rsid w:val="00EE170E"/>
    <w:rsid w:val="00EE18D4"/>
    <w:rsid w:val="00EE5413"/>
    <w:rsid w:val="00F06554"/>
    <w:rsid w:val="00F145EA"/>
    <w:rsid w:val="00F20E61"/>
    <w:rsid w:val="00F226AE"/>
    <w:rsid w:val="00F369DD"/>
    <w:rsid w:val="00F41A23"/>
    <w:rsid w:val="00F46E92"/>
    <w:rsid w:val="00F50349"/>
    <w:rsid w:val="00F51E0F"/>
    <w:rsid w:val="00F54BEF"/>
    <w:rsid w:val="00F56546"/>
    <w:rsid w:val="00F56BB6"/>
    <w:rsid w:val="00F5772A"/>
    <w:rsid w:val="00F63518"/>
    <w:rsid w:val="00F63D8D"/>
    <w:rsid w:val="00F64B49"/>
    <w:rsid w:val="00F66B65"/>
    <w:rsid w:val="00F77ADA"/>
    <w:rsid w:val="00F81A75"/>
    <w:rsid w:val="00F94A1A"/>
    <w:rsid w:val="00FA4102"/>
    <w:rsid w:val="00FA5316"/>
    <w:rsid w:val="00FC26B5"/>
    <w:rsid w:val="00FC3F33"/>
    <w:rsid w:val="00FD5023"/>
    <w:rsid w:val="00FE1552"/>
    <w:rsid w:val="00FE1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2827</TotalTime>
  <Pages>5</Pages>
  <Words>1192</Words>
  <Characters>6795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253</cp:revision>
  <cp:lastPrinted>2017-08-14T08:13:00Z</cp:lastPrinted>
  <dcterms:created xsi:type="dcterms:W3CDTF">2017-07-17T08:21:00Z</dcterms:created>
  <dcterms:modified xsi:type="dcterms:W3CDTF">2018-08-30T08:28:00Z</dcterms:modified>
</cp:coreProperties>
</file>